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F2CC3" w14:textId="77777777" w:rsidR="00053D6C" w:rsidRDefault="00053D6C" w:rsidP="00053D6C">
      <w:r>
        <w:t>Name: ______________________________</w:t>
      </w:r>
      <w:r>
        <w:tab/>
      </w:r>
      <w:r>
        <w:tab/>
      </w:r>
      <w:r>
        <w:tab/>
        <w:t>Period: ________</w:t>
      </w:r>
      <w:r>
        <w:tab/>
      </w:r>
      <w:r>
        <w:tab/>
        <w:t>Date: _____________</w:t>
      </w:r>
    </w:p>
    <w:p w14:paraId="1D050431" w14:textId="77777777" w:rsidR="00053D6C" w:rsidRDefault="00053D6C" w:rsidP="00053D6C"/>
    <w:p w14:paraId="647E8CFD" w14:textId="77777777" w:rsidR="00053D6C" w:rsidRPr="008D248E" w:rsidRDefault="00053D6C" w:rsidP="00053D6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Atomic Structure Review</w:t>
      </w:r>
    </w:p>
    <w:p w14:paraId="65F3A0CC" w14:textId="77777777" w:rsidR="00053D6C" w:rsidRDefault="00053D6C" w:rsidP="00053D6C"/>
    <w:p w14:paraId="4E6C989C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Complete the table below: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53D6C" w14:paraId="4C4C3B29" w14:textId="77777777" w:rsidTr="00D21906">
        <w:tc>
          <w:tcPr>
            <w:tcW w:w="2337" w:type="dxa"/>
          </w:tcPr>
          <w:p w14:paraId="37278518" w14:textId="77777777" w:rsidR="00053D6C" w:rsidRPr="00120F13" w:rsidRDefault="00053D6C" w:rsidP="00D21906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Subatomic particle</w:t>
            </w:r>
          </w:p>
        </w:tc>
        <w:tc>
          <w:tcPr>
            <w:tcW w:w="2337" w:type="dxa"/>
          </w:tcPr>
          <w:p w14:paraId="0229BD31" w14:textId="77777777" w:rsidR="00053D6C" w:rsidRPr="00120F13" w:rsidRDefault="00053D6C" w:rsidP="00D21906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Location</w:t>
            </w:r>
          </w:p>
        </w:tc>
        <w:tc>
          <w:tcPr>
            <w:tcW w:w="2338" w:type="dxa"/>
          </w:tcPr>
          <w:p w14:paraId="164BC19E" w14:textId="77777777" w:rsidR="00053D6C" w:rsidRPr="00120F13" w:rsidRDefault="00053D6C" w:rsidP="00D21906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Mass</w:t>
            </w:r>
          </w:p>
        </w:tc>
        <w:tc>
          <w:tcPr>
            <w:tcW w:w="2338" w:type="dxa"/>
          </w:tcPr>
          <w:p w14:paraId="734F8272" w14:textId="77777777" w:rsidR="00053D6C" w:rsidRPr="00120F13" w:rsidRDefault="00053D6C" w:rsidP="00D21906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Charge</w:t>
            </w:r>
          </w:p>
        </w:tc>
      </w:tr>
      <w:tr w:rsidR="00053D6C" w14:paraId="445D5B12" w14:textId="77777777" w:rsidTr="00D21906">
        <w:tc>
          <w:tcPr>
            <w:tcW w:w="2337" w:type="dxa"/>
          </w:tcPr>
          <w:p w14:paraId="23867587" w14:textId="77777777" w:rsidR="00053D6C" w:rsidRDefault="00053D6C" w:rsidP="00D21906">
            <w:pPr>
              <w:pStyle w:val="ListParagraph"/>
              <w:ind w:left="0"/>
            </w:pPr>
          </w:p>
          <w:p w14:paraId="78578984" w14:textId="77777777" w:rsidR="00053D6C" w:rsidRDefault="00053D6C" w:rsidP="00D21906">
            <w:pPr>
              <w:pStyle w:val="ListParagraph"/>
              <w:ind w:left="0"/>
            </w:pPr>
            <w:r>
              <w:t>PROTON</w:t>
            </w:r>
          </w:p>
          <w:p w14:paraId="5143861D" w14:textId="77777777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1E14E76E" w14:textId="5E555640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3382DFDF" w14:textId="46163E00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4AAC058A" w14:textId="02605E81" w:rsidR="00053D6C" w:rsidRDefault="00053D6C" w:rsidP="00D21906">
            <w:pPr>
              <w:pStyle w:val="ListParagraph"/>
              <w:ind w:left="0"/>
            </w:pPr>
          </w:p>
        </w:tc>
      </w:tr>
      <w:tr w:rsidR="00053D6C" w14:paraId="673D231E" w14:textId="77777777" w:rsidTr="00D21906">
        <w:tc>
          <w:tcPr>
            <w:tcW w:w="2337" w:type="dxa"/>
          </w:tcPr>
          <w:p w14:paraId="4C7B9682" w14:textId="77777777" w:rsidR="00053D6C" w:rsidRDefault="00053D6C" w:rsidP="00D21906">
            <w:pPr>
              <w:pStyle w:val="ListParagraph"/>
              <w:ind w:left="0"/>
            </w:pPr>
          </w:p>
          <w:p w14:paraId="3C49D251" w14:textId="77777777" w:rsidR="00053D6C" w:rsidRDefault="00053D6C" w:rsidP="00D21906">
            <w:pPr>
              <w:pStyle w:val="ListParagraph"/>
              <w:ind w:left="0"/>
            </w:pPr>
            <w:r>
              <w:t>NEUTRON</w:t>
            </w:r>
          </w:p>
          <w:p w14:paraId="77164623" w14:textId="77777777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528B80FB" w14:textId="0B35F548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458AA492" w14:textId="03450DFB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6DA4D2F0" w14:textId="0ADAB456" w:rsidR="00053D6C" w:rsidRDefault="00053D6C" w:rsidP="00D21906">
            <w:pPr>
              <w:pStyle w:val="ListParagraph"/>
              <w:ind w:left="0"/>
            </w:pPr>
          </w:p>
        </w:tc>
      </w:tr>
      <w:tr w:rsidR="00053D6C" w14:paraId="70085ED8" w14:textId="77777777" w:rsidTr="00D21906">
        <w:tc>
          <w:tcPr>
            <w:tcW w:w="2337" w:type="dxa"/>
          </w:tcPr>
          <w:p w14:paraId="2F791F53" w14:textId="77777777" w:rsidR="00053D6C" w:rsidRDefault="00053D6C" w:rsidP="00D21906">
            <w:pPr>
              <w:pStyle w:val="ListParagraph"/>
              <w:ind w:left="0"/>
            </w:pPr>
          </w:p>
          <w:p w14:paraId="54B37C6E" w14:textId="77777777" w:rsidR="00053D6C" w:rsidRDefault="00053D6C" w:rsidP="00D21906">
            <w:pPr>
              <w:pStyle w:val="ListParagraph"/>
              <w:ind w:left="0"/>
            </w:pPr>
            <w:r>
              <w:t>ELECTRON</w:t>
            </w:r>
          </w:p>
          <w:p w14:paraId="04B97A88" w14:textId="77777777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084E2FC1" w14:textId="2A6F5913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757C41D4" w14:textId="5FAA7C4C" w:rsidR="00053D6C" w:rsidRDefault="00053D6C" w:rsidP="00D21906">
            <w:pPr>
              <w:pStyle w:val="ListParagraph"/>
              <w:ind w:left="0"/>
            </w:pPr>
          </w:p>
        </w:tc>
        <w:tc>
          <w:tcPr>
            <w:tcW w:w="2338" w:type="dxa"/>
          </w:tcPr>
          <w:p w14:paraId="15A4D83D" w14:textId="300F8D3F" w:rsidR="00053D6C" w:rsidRDefault="00053D6C" w:rsidP="00D21906">
            <w:pPr>
              <w:pStyle w:val="ListParagraph"/>
              <w:ind w:left="0"/>
            </w:pPr>
          </w:p>
        </w:tc>
      </w:tr>
    </w:tbl>
    <w:p w14:paraId="0C2B77A3" w14:textId="77777777" w:rsidR="00053D6C" w:rsidRDefault="00053D6C" w:rsidP="00053D6C">
      <w:pPr>
        <w:pStyle w:val="ListParagraph"/>
      </w:pPr>
    </w:p>
    <w:p w14:paraId="7A9962BB" w14:textId="36221582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The number of protons in one atom of an element determines the atom’s _______________________ __________________, and the number of electrons determines the ___________________ of the element.</w:t>
      </w:r>
    </w:p>
    <w:p w14:paraId="696D9AD0" w14:textId="3CCE3210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The atomic number tells you the number of ______________________ in one atom of an element. It also tells you the number of ________________________ in a neutral atom of that element. The atomic number gives the “identity” of an element as well as its location on the periodic table.</w:t>
      </w:r>
    </w:p>
    <w:p w14:paraId="2CD91992" w14:textId="395CEDAC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The _________________________________ of an element is the average mass of an element’s naturally occurring isotopes, taking into account the __________________ of each isotope.</w:t>
      </w:r>
    </w:p>
    <w:p w14:paraId="1FB6C11F" w14:textId="75C4AD51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The ___________________________ of an element is the total number of protons and neutrons in the _____________________ of an atom.</w:t>
      </w:r>
    </w:p>
    <w:p w14:paraId="411B75E3" w14:textId="1539F4C3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 xml:space="preserve">The mass number is used to calculate the number of _______________________ in one atom of an element. </w:t>
      </w:r>
      <w:proofErr w:type="gramStart"/>
      <w:r>
        <w:t>In order to</w:t>
      </w:r>
      <w:proofErr w:type="gramEnd"/>
      <w:r>
        <w:t xml:space="preserve"> calculate the number of neutrons, you must subtract the ___________________ from the ______________________.</w:t>
      </w:r>
    </w:p>
    <w:p w14:paraId="55866513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For each of the following elements, give the symbol and number of protons:</w:t>
      </w:r>
    </w:p>
    <w:p w14:paraId="1FE05B0D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  <w:sectPr w:rsidR="00053D6C" w:rsidSect="008F7AF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11D0B2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Lithium _________________</w:t>
      </w:r>
    </w:p>
    <w:p w14:paraId="2F8027BD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Iron _________________</w:t>
      </w:r>
    </w:p>
    <w:p w14:paraId="628146DD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Oxygen _________________</w:t>
      </w:r>
    </w:p>
    <w:p w14:paraId="148877E3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Krypton _________________</w:t>
      </w:r>
    </w:p>
    <w:p w14:paraId="526BECA5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Bromine ________________</w:t>
      </w:r>
    </w:p>
    <w:p w14:paraId="11626417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Copper _________________</w:t>
      </w:r>
    </w:p>
    <w:p w14:paraId="06A67A49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Mercury ________________</w:t>
      </w:r>
    </w:p>
    <w:p w14:paraId="3BADF146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Helium _________________</w:t>
      </w:r>
    </w:p>
    <w:p w14:paraId="1B0DF175" w14:textId="77777777" w:rsidR="00053D6C" w:rsidRDefault="00053D6C" w:rsidP="00053D6C">
      <w:pPr>
        <w:pStyle w:val="ListParagraph"/>
        <w:spacing w:line="360" w:lineRule="auto"/>
        <w:sectPr w:rsidR="00053D6C" w:rsidSect="008F7AF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0F4E5FB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List the symbol and number of electrons in a neutral atom of:</w:t>
      </w:r>
    </w:p>
    <w:p w14:paraId="4E2784CE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  <w:sectPr w:rsidR="00053D6C" w:rsidSect="008F7A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D1EBCA2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Uranium ________________</w:t>
      </w:r>
    </w:p>
    <w:p w14:paraId="10C6C0A2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Chlorine ________________</w:t>
      </w:r>
    </w:p>
    <w:p w14:paraId="33D8C784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Iodine _________________</w:t>
      </w:r>
    </w:p>
    <w:p w14:paraId="1E6AE36E" w14:textId="77777777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Xenon _________________</w:t>
      </w:r>
    </w:p>
    <w:p w14:paraId="05A3A996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  <w:sectPr w:rsidR="00053D6C" w:rsidSect="008F7AF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2ADA2ED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Name the element that has the following numbers of particles:</w:t>
      </w:r>
    </w:p>
    <w:p w14:paraId="0A504A39" w14:textId="67DC2365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26 electrons, 29 neutrons, 26 protons ____________________________</w:t>
      </w:r>
    </w:p>
    <w:p w14:paraId="453C2461" w14:textId="596FB908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53 protons, 74 neutrons ___________________________</w:t>
      </w:r>
    </w:p>
    <w:p w14:paraId="2F4C7581" w14:textId="427B357D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2 electrons (neutral atom) ___________________________</w:t>
      </w:r>
    </w:p>
    <w:p w14:paraId="2344AEA8" w14:textId="0BBFC611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20 protons ____________________________</w:t>
      </w:r>
    </w:p>
    <w:p w14:paraId="1CED1FE0" w14:textId="3EAABF0E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86 electrons, 125 neutrons, 82 protons ____________________________</w:t>
      </w:r>
    </w:p>
    <w:p w14:paraId="4FEC9ABB" w14:textId="2560D323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0 neutrons ____________________________</w:t>
      </w:r>
    </w:p>
    <w:p w14:paraId="2CD3C8EB" w14:textId="77777777" w:rsidR="00053D6C" w:rsidRDefault="00053D6C" w:rsidP="00053D6C">
      <w:pPr>
        <w:pStyle w:val="ListParagraph"/>
        <w:spacing w:line="360" w:lineRule="auto"/>
        <w:ind w:left="1440"/>
      </w:pPr>
    </w:p>
    <w:p w14:paraId="42F8E747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If you ONLY know the following information, can you ALWAYS identify which element it is?</w:t>
      </w:r>
    </w:p>
    <w:p w14:paraId="61CD657C" w14:textId="61A25A09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Number of protons ____________________________</w:t>
      </w:r>
    </w:p>
    <w:p w14:paraId="1FBB25F5" w14:textId="2C650614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Number of neutrons ____________________________</w:t>
      </w:r>
    </w:p>
    <w:p w14:paraId="69ABEEA9" w14:textId="3AA6FBF1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Number of electrons in a neutral atom ____________________________</w:t>
      </w:r>
    </w:p>
    <w:p w14:paraId="03EFAE41" w14:textId="331C1BC0" w:rsidR="00053D6C" w:rsidRDefault="00053D6C" w:rsidP="00053D6C">
      <w:pPr>
        <w:pStyle w:val="ListParagraph"/>
        <w:numPr>
          <w:ilvl w:val="1"/>
          <w:numId w:val="1"/>
        </w:numPr>
        <w:spacing w:line="360" w:lineRule="auto"/>
      </w:pPr>
      <w:r>
        <w:t>Number of electrons ____________________________</w:t>
      </w:r>
    </w:p>
    <w:p w14:paraId="58616E5D" w14:textId="77777777" w:rsidR="00053D6C" w:rsidRDefault="00053D6C" w:rsidP="00053D6C">
      <w:pPr>
        <w:pStyle w:val="ListParagraph"/>
        <w:spacing w:line="360" w:lineRule="auto"/>
        <w:ind w:left="1440"/>
      </w:pPr>
    </w:p>
    <w:p w14:paraId="1CFC9376" w14:textId="77777777" w:rsidR="00053D6C" w:rsidRDefault="00053D6C" w:rsidP="00053D6C">
      <w:pPr>
        <w:pStyle w:val="ListParagraph"/>
        <w:numPr>
          <w:ilvl w:val="0"/>
          <w:numId w:val="1"/>
        </w:numPr>
        <w:spacing w:line="360" w:lineRule="auto"/>
      </w:pPr>
      <w:r>
        <w:t>Complete the table below. All atoms are neutral.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05"/>
        <w:gridCol w:w="1493"/>
        <w:gridCol w:w="1657"/>
        <w:gridCol w:w="1438"/>
        <w:gridCol w:w="1438"/>
        <w:gridCol w:w="1439"/>
      </w:tblGrid>
      <w:tr w:rsidR="00053D6C" w14:paraId="1AAF0171" w14:textId="77777777" w:rsidTr="00D21906">
        <w:tc>
          <w:tcPr>
            <w:tcW w:w="2605" w:type="dxa"/>
          </w:tcPr>
          <w:p w14:paraId="20B1D0EA" w14:textId="77777777" w:rsidR="00053D6C" w:rsidRPr="008F7AFE" w:rsidRDefault="00053D6C" w:rsidP="00D21906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Name</w:t>
            </w:r>
          </w:p>
        </w:tc>
        <w:tc>
          <w:tcPr>
            <w:tcW w:w="1493" w:type="dxa"/>
          </w:tcPr>
          <w:p w14:paraId="60A85994" w14:textId="77777777" w:rsidR="00053D6C" w:rsidRPr="008F7AFE" w:rsidRDefault="00053D6C" w:rsidP="00D21906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Symbol</w:t>
            </w:r>
          </w:p>
        </w:tc>
        <w:tc>
          <w:tcPr>
            <w:tcW w:w="1657" w:type="dxa"/>
          </w:tcPr>
          <w:p w14:paraId="358161ED" w14:textId="77777777" w:rsidR="00053D6C" w:rsidRPr="008F7AFE" w:rsidRDefault="00053D6C" w:rsidP="00D21906">
            <w:pPr>
              <w:spacing w:line="360" w:lineRule="auto"/>
              <w:rPr>
                <w:b/>
              </w:rPr>
            </w:pPr>
            <w:r>
              <w:rPr>
                <w:b/>
              </w:rPr>
              <w:t>Mass N</w:t>
            </w:r>
            <w:r w:rsidRPr="008F7AFE">
              <w:rPr>
                <w:b/>
              </w:rPr>
              <w:t>umber</w:t>
            </w:r>
          </w:p>
        </w:tc>
        <w:tc>
          <w:tcPr>
            <w:tcW w:w="1438" w:type="dxa"/>
          </w:tcPr>
          <w:p w14:paraId="3F968ECC" w14:textId="77777777" w:rsidR="00053D6C" w:rsidRPr="008F7AFE" w:rsidRDefault="00053D6C" w:rsidP="00D21906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# Protons</w:t>
            </w:r>
          </w:p>
        </w:tc>
        <w:tc>
          <w:tcPr>
            <w:tcW w:w="1438" w:type="dxa"/>
          </w:tcPr>
          <w:p w14:paraId="0DF10FD0" w14:textId="77777777" w:rsidR="00053D6C" w:rsidRPr="008F7AFE" w:rsidRDefault="00053D6C" w:rsidP="00D21906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# Neutrons</w:t>
            </w:r>
          </w:p>
        </w:tc>
        <w:tc>
          <w:tcPr>
            <w:tcW w:w="1439" w:type="dxa"/>
          </w:tcPr>
          <w:p w14:paraId="73F86105" w14:textId="77777777" w:rsidR="00053D6C" w:rsidRPr="008F7AFE" w:rsidRDefault="00053D6C" w:rsidP="00D21906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# Electrons</w:t>
            </w:r>
          </w:p>
        </w:tc>
      </w:tr>
      <w:tr w:rsidR="00053D6C" w14:paraId="1CA8B476" w14:textId="77777777" w:rsidTr="00D21906">
        <w:tc>
          <w:tcPr>
            <w:tcW w:w="2605" w:type="dxa"/>
          </w:tcPr>
          <w:p w14:paraId="46D71302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44010E17" w14:textId="77777777" w:rsidR="00053D6C" w:rsidRDefault="00053D6C" w:rsidP="00D21906">
            <w:pPr>
              <w:spacing w:line="480" w:lineRule="auto"/>
            </w:pPr>
            <w:r>
              <w:t>Na</w:t>
            </w:r>
          </w:p>
        </w:tc>
        <w:tc>
          <w:tcPr>
            <w:tcW w:w="1657" w:type="dxa"/>
          </w:tcPr>
          <w:p w14:paraId="77866470" w14:textId="611EE97D" w:rsidR="00053D6C" w:rsidRDefault="006F65BD" w:rsidP="00D21906">
            <w:pPr>
              <w:spacing w:line="480" w:lineRule="auto"/>
            </w:pPr>
            <w:r>
              <w:t>23</w:t>
            </w:r>
          </w:p>
        </w:tc>
        <w:tc>
          <w:tcPr>
            <w:tcW w:w="1438" w:type="dxa"/>
          </w:tcPr>
          <w:p w14:paraId="79C825F4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0E64F8DB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9" w:type="dxa"/>
          </w:tcPr>
          <w:p w14:paraId="52AB9CBC" w14:textId="77777777" w:rsidR="00053D6C" w:rsidRDefault="00053D6C" w:rsidP="00D21906">
            <w:pPr>
              <w:spacing w:line="480" w:lineRule="auto"/>
            </w:pPr>
          </w:p>
        </w:tc>
      </w:tr>
      <w:tr w:rsidR="00053D6C" w14:paraId="062587E6" w14:textId="77777777" w:rsidTr="00D21906">
        <w:tc>
          <w:tcPr>
            <w:tcW w:w="2605" w:type="dxa"/>
          </w:tcPr>
          <w:p w14:paraId="0F1FD662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537013F7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0DBAC493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5113E6B6" w14:textId="77777777" w:rsidR="00053D6C" w:rsidRDefault="00053D6C" w:rsidP="00D21906">
            <w:pPr>
              <w:spacing w:line="480" w:lineRule="auto"/>
            </w:pPr>
            <w:r>
              <w:t>17</w:t>
            </w:r>
          </w:p>
        </w:tc>
        <w:tc>
          <w:tcPr>
            <w:tcW w:w="1438" w:type="dxa"/>
          </w:tcPr>
          <w:p w14:paraId="0386AD83" w14:textId="77777777" w:rsidR="00053D6C" w:rsidRDefault="00053D6C" w:rsidP="00D21906">
            <w:pPr>
              <w:spacing w:line="480" w:lineRule="auto"/>
            </w:pPr>
            <w:r>
              <w:t>18</w:t>
            </w:r>
          </w:p>
        </w:tc>
        <w:tc>
          <w:tcPr>
            <w:tcW w:w="1439" w:type="dxa"/>
          </w:tcPr>
          <w:p w14:paraId="60BB2273" w14:textId="77777777" w:rsidR="00053D6C" w:rsidRDefault="00053D6C" w:rsidP="00D21906">
            <w:pPr>
              <w:spacing w:line="480" w:lineRule="auto"/>
            </w:pPr>
          </w:p>
        </w:tc>
      </w:tr>
      <w:tr w:rsidR="00053D6C" w14:paraId="054AF275" w14:textId="77777777" w:rsidTr="00D21906">
        <w:tc>
          <w:tcPr>
            <w:tcW w:w="2605" w:type="dxa"/>
          </w:tcPr>
          <w:p w14:paraId="68DB282B" w14:textId="77777777" w:rsidR="00053D6C" w:rsidRDefault="00053D6C" w:rsidP="00D21906">
            <w:pPr>
              <w:spacing w:line="480" w:lineRule="auto"/>
            </w:pPr>
            <w:r>
              <w:t>Manganese</w:t>
            </w:r>
          </w:p>
        </w:tc>
        <w:tc>
          <w:tcPr>
            <w:tcW w:w="1493" w:type="dxa"/>
          </w:tcPr>
          <w:p w14:paraId="3AA0DA81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47EB5B62" w14:textId="47F87335" w:rsidR="00053D6C" w:rsidRDefault="008544C1" w:rsidP="00D21906">
            <w:pPr>
              <w:spacing w:line="480" w:lineRule="auto"/>
            </w:pPr>
            <w:r>
              <w:t>66</w:t>
            </w:r>
          </w:p>
        </w:tc>
        <w:tc>
          <w:tcPr>
            <w:tcW w:w="1438" w:type="dxa"/>
          </w:tcPr>
          <w:p w14:paraId="2B1D943F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28CCFFF7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9" w:type="dxa"/>
          </w:tcPr>
          <w:p w14:paraId="5B8480B8" w14:textId="77777777" w:rsidR="00053D6C" w:rsidRDefault="00053D6C" w:rsidP="00D21906">
            <w:pPr>
              <w:spacing w:line="480" w:lineRule="auto"/>
            </w:pPr>
          </w:p>
        </w:tc>
      </w:tr>
      <w:tr w:rsidR="00053D6C" w14:paraId="5DA2EC0B" w14:textId="77777777" w:rsidTr="00D21906">
        <w:tc>
          <w:tcPr>
            <w:tcW w:w="2605" w:type="dxa"/>
          </w:tcPr>
          <w:p w14:paraId="27441D4A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7B246EDB" w14:textId="77777777" w:rsidR="00053D6C" w:rsidRDefault="00053D6C" w:rsidP="00D21906">
            <w:pPr>
              <w:spacing w:line="480" w:lineRule="auto"/>
            </w:pPr>
            <w:r>
              <w:t>P</w:t>
            </w:r>
          </w:p>
        </w:tc>
        <w:tc>
          <w:tcPr>
            <w:tcW w:w="1657" w:type="dxa"/>
          </w:tcPr>
          <w:p w14:paraId="3FBDB2A2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6B7ABA0E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5E4096AE" w14:textId="4835833C" w:rsidR="00053D6C" w:rsidRDefault="008544C1" w:rsidP="00D21906">
            <w:pPr>
              <w:spacing w:line="480" w:lineRule="auto"/>
            </w:pPr>
            <w:r>
              <w:t>16</w:t>
            </w:r>
          </w:p>
        </w:tc>
        <w:tc>
          <w:tcPr>
            <w:tcW w:w="1439" w:type="dxa"/>
          </w:tcPr>
          <w:p w14:paraId="6EE18B1E" w14:textId="77777777" w:rsidR="00053D6C" w:rsidRDefault="00053D6C" w:rsidP="00D21906">
            <w:pPr>
              <w:spacing w:line="480" w:lineRule="auto"/>
            </w:pPr>
          </w:p>
        </w:tc>
      </w:tr>
      <w:tr w:rsidR="00053D6C" w14:paraId="5B6D11A8" w14:textId="77777777" w:rsidTr="00D21906">
        <w:tc>
          <w:tcPr>
            <w:tcW w:w="2605" w:type="dxa"/>
          </w:tcPr>
          <w:p w14:paraId="4E463C6F" w14:textId="77777777" w:rsidR="00053D6C" w:rsidRDefault="00053D6C" w:rsidP="00D21906">
            <w:pPr>
              <w:spacing w:line="480" w:lineRule="auto"/>
            </w:pPr>
            <w:r>
              <w:t>Iron</w:t>
            </w:r>
          </w:p>
        </w:tc>
        <w:tc>
          <w:tcPr>
            <w:tcW w:w="1493" w:type="dxa"/>
          </w:tcPr>
          <w:p w14:paraId="77895160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6A03D505" w14:textId="21688D00" w:rsidR="00053D6C" w:rsidRDefault="008544C1" w:rsidP="00D21906">
            <w:pPr>
              <w:spacing w:line="480" w:lineRule="auto"/>
            </w:pPr>
            <w:r>
              <w:t>56</w:t>
            </w:r>
          </w:p>
        </w:tc>
        <w:tc>
          <w:tcPr>
            <w:tcW w:w="1438" w:type="dxa"/>
          </w:tcPr>
          <w:p w14:paraId="3010187A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7487DD3A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9" w:type="dxa"/>
          </w:tcPr>
          <w:p w14:paraId="1B3F0344" w14:textId="4B6662D5" w:rsidR="00053D6C" w:rsidRDefault="00053D6C" w:rsidP="00D21906">
            <w:pPr>
              <w:spacing w:line="480" w:lineRule="auto"/>
            </w:pPr>
            <w:r>
              <w:t>2</w:t>
            </w:r>
            <w:r w:rsidR="000B2D52">
              <w:t>6</w:t>
            </w:r>
          </w:p>
        </w:tc>
      </w:tr>
      <w:tr w:rsidR="00053D6C" w14:paraId="10D17E58" w14:textId="77777777" w:rsidTr="00D21906">
        <w:tc>
          <w:tcPr>
            <w:tcW w:w="2605" w:type="dxa"/>
          </w:tcPr>
          <w:p w14:paraId="46411DFC" w14:textId="77777777" w:rsidR="00053D6C" w:rsidRDefault="00053D6C" w:rsidP="00D21906">
            <w:pPr>
              <w:spacing w:line="480" w:lineRule="auto"/>
            </w:pPr>
            <w:bookmarkStart w:id="0" w:name="_GoBack"/>
            <w:bookmarkEnd w:id="0"/>
            <w:r>
              <w:t>Silver</w:t>
            </w:r>
          </w:p>
        </w:tc>
        <w:tc>
          <w:tcPr>
            <w:tcW w:w="1493" w:type="dxa"/>
          </w:tcPr>
          <w:p w14:paraId="4B282509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5E21B7F7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4E9B5592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382EAFE2" w14:textId="71FED926" w:rsidR="00053D6C" w:rsidRDefault="008544C1" w:rsidP="00D21906">
            <w:pPr>
              <w:spacing w:line="480" w:lineRule="auto"/>
            </w:pPr>
            <w:r>
              <w:t>50</w:t>
            </w:r>
          </w:p>
        </w:tc>
        <w:tc>
          <w:tcPr>
            <w:tcW w:w="1439" w:type="dxa"/>
          </w:tcPr>
          <w:p w14:paraId="721E55E1" w14:textId="77777777" w:rsidR="00053D6C" w:rsidRDefault="00053D6C" w:rsidP="00D21906">
            <w:pPr>
              <w:spacing w:line="480" w:lineRule="auto"/>
            </w:pPr>
          </w:p>
        </w:tc>
      </w:tr>
      <w:tr w:rsidR="00053D6C" w14:paraId="64174C79" w14:textId="77777777" w:rsidTr="00D21906">
        <w:tc>
          <w:tcPr>
            <w:tcW w:w="2605" w:type="dxa"/>
          </w:tcPr>
          <w:p w14:paraId="4FE8B522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2D79B7EA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31914854" w14:textId="58DD8848" w:rsidR="00053D6C" w:rsidRDefault="008544C1" w:rsidP="00D21906">
            <w:pPr>
              <w:spacing w:line="480" w:lineRule="auto"/>
            </w:pPr>
            <w:r>
              <w:t>127</w:t>
            </w:r>
          </w:p>
        </w:tc>
        <w:tc>
          <w:tcPr>
            <w:tcW w:w="1438" w:type="dxa"/>
          </w:tcPr>
          <w:p w14:paraId="2D907A76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1AB6C056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9" w:type="dxa"/>
          </w:tcPr>
          <w:p w14:paraId="6FFD50F2" w14:textId="77777777" w:rsidR="00053D6C" w:rsidRDefault="00053D6C" w:rsidP="00D21906">
            <w:pPr>
              <w:spacing w:line="480" w:lineRule="auto"/>
            </w:pPr>
            <w:r>
              <w:t>53</w:t>
            </w:r>
          </w:p>
        </w:tc>
      </w:tr>
      <w:tr w:rsidR="00053D6C" w14:paraId="32A80FBD" w14:textId="77777777" w:rsidTr="00D21906">
        <w:tc>
          <w:tcPr>
            <w:tcW w:w="2605" w:type="dxa"/>
          </w:tcPr>
          <w:p w14:paraId="6CDDA1D6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0D966D74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5EF1C565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7C2E8DC0" w14:textId="77777777" w:rsidR="00053D6C" w:rsidRDefault="00053D6C" w:rsidP="00D21906">
            <w:pPr>
              <w:spacing w:line="480" w:lineRule="auto"/>
            </w:pPr>
            <w:r>
              <w:t>29</w:t>
            </w:r>
          </w:p>
        </w:tc>
        <w:tc>
          <w:tcPr>
            <w:tcW w:w="1438" w:type="dxa"/>
          </w:tcPr>
          <w:p w14:paraId="21010BB1" w14:textId="45C20733" w:rsidR="00053D6C" w:rsidRDefault="008544C1" w:rsidP="00D21906">
            <w:pPr>
              <w:spacing w:line="480" w:lineRule="auto"/>
            </w:pPr>
            <w:r>
              <w:t>31</w:t>
            </w:r>
          </w:p>
        </w:tc>
        <w:tc>
          <w:tcPr>
            <w:tcW w:w="1439" w:type="dxa"/>
          </w:tcPr>
          <w:p w14:paraId="402A5267" w14:textId="77777777" w:rsidR="00053D6C" w:rsidRDefault="00053D6C" w:rsidP="00D21906">
            <w:pPr>
              <w:spacing w:line="480" w:lineRule="auto"/>
            </w:pPr>
          </w:p>
        </w:tc>
      </w:tr>
      <w:tr w:rsidR="00053D6C" w14:paraId="3498E2F4" w14:textId="77777777" w:rsidTr="00D21906">
        <w:tc>
          <w:tcPr>
            <w:tcW w:w="2605" w:type="dxa"/>
          </w:tcPr>
          <w:p w14:paraId="747082B9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1B53F4D6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7EE47281" w14:textId="77777777" w:rsidR="00053D6C" w:rsidRDefault="00053D6C" w:rsidP="00D21906">
            <w:pPr>
              <w:spacing w:line="480" w:lineRule="auto"/>
            </w:pPr>
            <w:r>
              <w:t>24</w:t>
            </w:r>
          </w:p>
        </w:tc>
        <w:tc>
          <w:tcPr>
            <w:tcW w:w="1438" w:type="dxa"/>
          </w:tcPr>
          <w:p w14:paraId="1D09CAFB" w14:textId="77777777" w:rsidR="00053D6C" w:rsidRDefault="00053D6C" w:rsidP="00D21906">
            <w:pPr>
              <w:spacing w:line="480" w:lineRule="auto"/>
            </w:pPr>
            <w:r>
              <w:t>12</w:t>
            </w:r>
          </w:p>
        </w:tc>
        <w:tc>
          <w:tcPr>
            <w:tcW w:w="1438" w:type="dxa"/>
          </w:tcPr>
          <w:p w14:paraId="1BBCCC70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9" w:type="dxa"/>
          </w:tcPr>
          <w:p w14:paraId="34FBA294" w14:textId="77777777" w:rsidR="00053D6C" w:rsidRDefault="00053D6C" w:rsidP="00D21906">
            <w:pPr>
              <w:spacing w:line="480" w:lineRule="auto"/>
            </w:pPr>
          </w:p>
        </w:tc>
      </w:tr>
      <w:tr w:rsidR="00053D6C" w14:paraId="3FB3ACBD" w14:textId="77777777" w:rsidTr="00D21906">
        <w:tc>
          <w:tcPr>
            <w:tcW w:w="2605" w:type="dxa"/>
          </w:tcPr>
          <w:p w14:paraId="684786A7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1B05909C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3F895F47" w14:textId="77777777" w:rsidR="00053D6C" w:rsidRDefault="00053D6C" w:rsidP="00D21906">
            <w:pPr>
              <w:spacing w:line="480" w:lineRule="auto"/>
            </w:pPr>
            <w:r>
              <w:t>39</w:t>
            </w:r>
          </w:p>
        </w:tc>
        <w:tc>
          <w:tcPr>
            <w:tcW w:w="1438" w:type="dxa"/>
          </w:tcPr>
          <w:p w14:paraId="1418FFE3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1E1D59D2" w14:textId="77777777" w:rsidR="00053D6C" w:rsidRDefault="00053D6C" w:rsidP="00D21906">
            <w:pPr>
              <w:spacing w:line="480" w:lineRule="auto"/>
            </w:pPr>
            <w:r>
              <w:t>20</w:t>
            </w:r>
          </w:p>
        </w:tc>
        <w:tc>
          <w:tcPr>
            <w:tcW w:w="1439" w:type="dxa"/>
          </w:tcPr>
          <w:p w14:paraId="670B8329" w14:textId="77777777" w:rsidR="00053D6C" w:rsidRDefault="00053D6C" w:rsidP="00D21906">
            <w:pPr>
              <w:spacing w:line="480" w:lineRule="auto"/>
            </w:pPr>
          </w:p>
        </w:tc>
      </w:tr>
      <w:tr w:rsidR="00053D6C" w14:paraId="7CACD938" w14:textId="77777777" w:rsidTr="00053D6C">
        <w:trPr>
          <w:trHeight w:val="530"/>
        </w:trPr>
        <w:tc>
          <w:tcPr>
            <w:tcW w:w="2605" w:type="dxa"/>
          </w:tcPr>
          <w:p w14:paraId="6AF69743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93" w:type="dxa"/>
          </w:tcPr>
          <w:p w14:paraId="1115E5EC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657" w:type="dxa"/>
          </w:tcPr>
          <w:p w14:paraId="10223686" w14:textId="77777777" w:rsidR="00053D6C" w:rsidRDefault="00053D6C" w:rsidP="00D21906">
            <w:pPr>
              <w:spacing w:line="480" w:lineRule="auto"/>
            </w:pPr>
            <w:r>
              <w:t>238</w:t>
            </w:r>
          </w:p>
        </w:tc>
        <w:tc>
          <w:tcPr>
            <w:tcW w:w="1438" w:type="dxa"/>
          </w:tcPr>
          <w:p w14:paraId="0B927778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8" w:type="dxa"/>
          </w:tcPr>
          <w:p w14:paraId="0CFDE055" w14:textId="77777777" w:rsidR="00053D6C" w:rsidRDefault="00053D6C" w:rsidP="00D21906">
            <w:pPr>
              <w:spacing w:line="480" w:lineRule="auto"/>
            </w:pPr>
          </w:p>
        </w:tc>
        <w:tc>
          <w:tcPr>
            <w:tcW w:w="1439" w:type="dxa"/>
          </w:tcPr>
          <w:p w14:paraId="0293D707" w14:textId="77777777" w:rsidR="00053D6C" w:rsidRDefault="00053D6C" w:rsidP="00D21906">
            <w:pPr>
              <w:spacing w:line="480" w:lineRule="auto"/>
            </w:pPr>
            <w:r>
              <w:t>92</w:t>
            </w:r>
          </w:p>
        </w:tc>
      </w:tr>
    </w:tbl>
    <w:p w14:paraId="0E162399" w14:textId="77777777" w:rsidR="00053D6C" w:rsidRDefault="00053D6C" w:rsidP="00053D6C">
      <w:pPr>
        <w:spacing w:line="360" w:lineRule="auto"/>
        <w:ind w:left="720"/>
      </w:pPr>
    </w:p>
    <w:p w14:paraId="102B97B1" w14:textId="77777777" w:rsidR="00053D6C" w:rsidRDefault="00053D6C"/>
    <w:p w14:paraId="73671573" w14:textId="77777777" w:rsidR="00053D6C" w:rsidRDefault="00053D6C"/>
    <w:p w14:paraId="54AEC6CD" w14:textId="77777777" w:rsidR="00053D6C" w:rsidRDefault="00053D6C"/>
    <w:p w14:paraId="4D27A4FA" w14:textId="77777777" w:rsidR="00302193" w:rsidRDefault="008D248E">
      <w:r>
        <w:t>Name: ______________________________</w:t>
      </w:r>
      <w:r>
        <w:tab/>
      </w:r>
      <w:r>
        <w:tab/>
      </w:r>
      <w:r w:rsidR="008F7AFE">
        <w:tab/>
      </w:r>
      <w:r>
        <w:t>Period: ________</w:t>
      </w:r>
      <w:r w:rsidR="008F7AFE">
        <w:tab/>
      </w:r>
      <w:r>
        <w:tab/>
        <w:t>Date: _____________</w:t>
      </w:r>
    </w:p>
    <w:p w14:paraId="04F0FB12" w14:textId="77777777" w:rsidR="008D248E" w:rsidRDefault="008D248E"/>
    <w:p w14:paraId="2BDC8967" w14:textId="50C0EC57" w:rsidR="008D248E" w:rsidRPr="008D248E" w:rsidRDefault="00D85FDE" w:rsidP="008D24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Atomic Structure Review</w:t>
      </w:r>
    </w:p>
    <w:p w14:paraId="4690002C" w14:textId="77777777" w:rsidR="008D248E" w:rsidRDefault="008D248E"/>
    <w:p w14:paraId="1D6363F7" w14:textId="77777777" w:rsidR="00120F13" w:rsidRDefault="00120F13" w:rsidP="008F7AFE">
      <w:pPr>
        <w:pStyle w:val="ListParagraph"/>
        <w:numPr>
          <w:ilvl w:val="0"/>
          <w:numId w:val="1"/>
        </w:numPr>
        <w:spacing w:line="360" w:lineRule="auto"/>
      </w:pPr>
      <w:r>
        <w:t>Complete the table below: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20F13" w14:paraId="3886EFCE" w14:textId="77777777" w:rsidTr="00120F13">
        <w:tc>
          <w:tcPr>
            <w:tcW w:w="2337" w:type="dxa"/>
          </w:tcPr>
          <w:p w14:paraId="08FEB541" w14:textId="77777777" w:rsidR="00120F13" w:rsidRPr="00120F13" w:rsidRDefault="00120F13" w:rsidP="00120F13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Subatomic particle</w:t>
            </w:r>
          </w:p>
        </w:tc>
        <w:tc>
          <w:tcPr>
            <w:tcW w:w="2337" w:type="dxa"/>
          </w:tcPr>
          <w:p w14:paraId="2E7C2CC5" w14:textId="77777777" w:rsidR="00120F13" w:rsidRPr="00120F13" w:rsidRDefault="00120F13" w:rsidP="00120F13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Location</w:t>
            </w:r>
          </w:p>
        </w:tc>
        <w:tc>
          <w:tcPr>
            <w:tcW w:w="2338" w:type="dxa"/>
          </w:tcPr>
          <w:p w14:paraId="6CCE5735" w14:textId="77777777" w:rsidR="00120F13" w:rsidRPr="00120F13" w:rsidRDefault="00120F13" w:rsidP="00120F13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Mass</w:t>
            </w:r>
          </w:p>
        </w:tc>
        <w:tc>
          <w:tcPr>
            <w:tcW w:w="2338" w:type="dxa"/>
          </w:tcPr>
          <w:p w14:paraId="42F47DB2" w14:textId="77777777" w:rsidR="00120F13" w:rsidRPr="00120F13" w:rsidRDefault="00120F13" w:rsidP="00120F13">
            <w:pPr>
              <w:pStyle w:val="ListParagraph"/>
              <w:ind w:left="0"/>
              <w:rPr>
                <w:i/>
              </w:rPr>
            </w:pPr>
            <w:r w:rsidRPr="00120F13">
              <w:rPr>
                <w:i/>
              </w:rPr>
              <w:t>Charge</w:t>
            </w:r>
          </w:p>
        </w:tc>
      </w:tr>
      <w:tr w:rsidR="00120F13" w14:paraId="36AF157F" w14:textId="77777777" w:rsidTr="00120F13">
        <w:tc>
          <w:tcPr>
            <w:tcW w:w="2337" w:type="dxa"/>
          </w:tcPr>
          <w:p w14:paraId="2BAA7905" w14:textId="77777777" w:rsidR="00120F13" w:rsidRDefault="00120F13" w:rsidP="00120F13">
            <w:pPr>
              <w:pStyle w:val="ListParagraph"/>
              <w:ind w:left="0"/>
            </w:pPr>
          </w:p>
          <w:p w14:paraId="45F17DB9" w14:textId="3FFD8853" w:rsidR="00120F13" w:rsidRDefault="007D00DA" w:rsidP="00120F13">
            <w:pPr>
              <w:pStyle w:val="ListParagraph"/>
              <w:ind w:left="0"/>
            </w:pPr>
            <w:r>
              <w:t>PROTON</w:t>
            </w:r>
          </w:p>
          <w:p w14:paraId="5C70F1EE" w14:textId="77777777" w:rsidR="00120F13" w:rsidRDefault="00120F13" w:rsidP="00120F13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43D292F0" w14:textId="77777777" w:rsidR="00120F13" w:rsidRDefault="00120F13" w:rsidP="00120F13">
            <w:pPr>
              <w:pStyle w:val="ListParagraph"/>
              <w:ind w:left="0"/>
            </w:pPr>
          </w:p>
          <w:p w14:paraId="73FE1B7D" w14:textId="005BD975" w:rsidR="007D00DA" w:rsidRDefault="007D00DA" w:rsidP="00120F13">
            <w:pPr>
              <w:pStyle w:val="ListParagraph"/>
              <w:ind w:left="0"/>
            </w:pPr>
            <w:r>
              <w:t>INSIDE NUCLEUS</w:t>
            </w:r>
          </w:p>
        </w:tc>
        <w:tc>
          <w:tcPr>
            <w:tcW w:w="2338" w:type="dxa"/>
          </w:tcPr>
          <w:p w14:paraId="5EB20FEE" w14:textId="77777777" w:rsidR="00120F13" w:rsidRDefault="00120F13" w:rsidP="00120F13">
            <w:pPr>
              <w:pStyle w:val="ListParagraph"/>
              <w:ind w:left="0"/>
            </w:pPr>
          </w:p>
          <w:p w14:paraId="7671770E" w14:textId="701A00AA" w:rsidR="007D00DA" w:rsidRDefault="007D00DA" w:rsidP="00120F13">
            <w:pPr>
              <w:pStyle w:val="ListParagraph"/>
              <w:ind w:left="0"/>
            </w:pPr>
            <w:r>
              <w:t>1 ATOMIC MASS UNIT</w:t>
            </w:r>
          </w:p>
        </w:tc>
        <w:tc>
          <w:tcPr>
            <w:tcW w:w="2338" w:type="dxa"/>
          </w:tcPr>
          <w:p w14:paraId="309874DE" w14:textId="77777777" w:rsidR="00120F13" w:rsidRDefault="00120F13" w:rsidP="00120F13">
            <w:pPr>
              <w:pStyle w:val="ListParagraph"/>
              <w:ind w:left="0"/>
            </w:pPr>
          </w:p>
          <w:p w14:paraId="79F13C9C" w14:textId="63C82CE8" w:rsidR="007D00DA" w:rsidRDefault="007D00DA" w:rsidP="00120F13">
            <w:pPr>
              <w:pStyle w:val="ListParagraph"/>
              <w:ind w:left="0"/>
            </w:pPr>
            <w:r>
              <w:t>+1</w:t>
            </w:r>
          </w:p>
        </w:tc>
      </w:tr>
      <w:tr w:rsidR="00120F13" w14:paraId="4263AAAA" w14:textId="77777777" w:rsidTr="00120F13">
        <w:tc>
          <w:tcPr>
            <w:tcW w:w="2337" w:type="dxa"/>
          </w:tcPr>
          <w:p w14:paraId="75D88778" w14:textId="77777777" w:rsidR="00120F13" w:rsidRDefault="00120F13" w:rsidP="00120F13">
            <w:pPr>
              <w:pStyle w:val="ListParagraph"/>
              <w:ind w:left="0"/>
            </w:pPr>
          </w:p>
          <w:p w14:paraId="0ED1FABC" w14:textId="7C63A973" w:rsidR="00120F13" w:rsidRDefault="007D00DA" w:rsidP="00120F13">
            <w:pPr>
              <w:pStyle w:val="ListParagraph"/>
              <w:ind w:left="0"/>
            </w:pPr>
            <w:r>
              <w:t>NEUTRON</w:t>
            </w:r>
          </w:p>
          <w:p w14:paraId="288CC6C1" w14:textId="77777777" w:rsidR="00120F13" w:rsidRDefault="00120F13" w:rsidP="00120F13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116FAC55" w14:textId="77777777" w:rsidR="00120F13" w:rsidRDefault="00120F13" w:rsidP="00120F13">
            <w:pPr>
              <w:pStyle w:val="ListParagraph"/>
              <w:ind w:left="0"/>
            </w:pPr>
          </w:p>
          <w:p w14:paraId="3BB1A664" w14:textId="0432E983" w:rsidR="007D00DA" w:rsidRDefault="007D00DA" w:rsidP="00120F13">
            <w:pPr>
              <w:pStyle w:val="ListParagraph"/>
              <w:ind w:left="0"/>
            </w:pPr>
            <w:r>
              <w:t>INSIDE NUCLEUS</w:t>
            </w:r>
          </w:p>
        </w:tc>
        <w:tc>
          <w:tcPr>
            <w:tcW w:w="2338" w:type="dxa"/>
          </w:tcPr>
          <w:p w14:paraId="3034F5A5" w14:textId="77777777" w:rsidR="00120F13" w:rsidRDefault="00120F13" w:rsidP="00120F13">
            <w:pPr>
              <w:pStyle w:val="ListParagraph"/>
              <w:ind w:left="0"/>
            </w:pPr>
          </w:p>
          <w:p w14:paraId="294920B9" w14:textId="7AC09779" w:rsidR="007D00DA" w:rsidRDefault="007D00DA" w:rsidP="00120F13">
            <w:pPr>
              <w:pStyle w:val="ListParagraph"/>
              <w:ind w:left="0"/>
            </w:pPr>
            <w:r>
              <w:t>1 AMU</w:t>
            </w:r>
          </w:p>
        </w:tc>
        <w:tc>
          <w:tcPr>
            <w:tcW w:w="2338" w:type="dxa"/>
          </w:tcPr>
          <w:p w14:paraId="498009AC" w14:textId="77777777" w:rsidR="00120F13" w:rsidRDefault="00120F13" w:rsidP="00120F13">
            <w:pPr>
              <w:pStyle w:val="ListParagraph"/>
              <w:ind w:left="0"/>
            </w:pPr>
          </w:p>
          <w:p w14:paraId="75791D3D" w14:textId="4FFFEA1E" w:rsidR="007D00DA" w:rsidRDefault="007D00DA" w:rsidP="00120F13">
            <w:pPr>
              <w:pStyle w:val="ListParagraph"/>
              <w:ind w:left="0"/>
            </w:pPr>
            <w:r>
              <w:t>NEUTRAL (0)</w:t>
            </w:r>
          </w:p>
        </w:tc>
      </w:tr>
      <w:tr w:rsidR="00120F13" w14:paraId="0EFD87F6" w14:textId="77777777" w:rsidTr="00120F13">
        <w:tc>
          <w:tcPr>
            <w:tcW w:w="2337" w:type="dxa"/>
          </w:tcPr>
          <w:p w14:paraId="04971F31" w14:textId="77777777" w:rsidR="00120F13" w:rsidRDefault="00120F13" w:rsidP="00120F13">
            <w:pPr>
              <w:pStyle w:val="ListParagraph"/>
              <w:ind w:left="0"/>
            </w:pPr>
          </w:p>
          <w:p w14:paraId="34944FB4" w14:textId="16688C14" w:rsidR="00120F13" w:rsidRDefault="007D00DA" w:rsidP="00120F13">
            <w:pPr>
              <w:pStyle w:val="ListParagraph"/>
              <w:ind w:left="0"/>
            </w:pPr>
            <w:r>
              <w:t>ELECTRON</w:t>
            </w:r>
          </w:p>
          <w:p w14:paraId="38C26902" w14:textId="77777777" w:rsidR="00120F13" w:rsidRDefault="00120F13" w:rsidP="00120F13">
            <w:pPr>
              <w:pStyle w:val="ListParagraph"/>
              <w:ind w:left="0"/>
            </w:pPr>
          </w:p>
        </w:tc>
        <w:tc>
          <w:tcPr>
            <w:tcW w:w="2337" w:type="dxa"/>
          </w:tcPr>
          <w:p w14:paraId="27C56A8D" w14:textId="77777777" w:rsidR="00120F13" w:rsidRDefault="00120F13" w:rsidP="00120F13">
            <w:pPr>
              <w:pStyle w:val="ListParagraph"/>
              <w:ind w:left="0"/>
            </w:pPr>
          </w:p>
          <w:p w14:paraId="1543498C" w14:textId="5B955B0B" w:rsidR="007D00DA" w:rsidRDefault="007D00DA" w:rsidP="00120F13">
            <w:pPr>
              <w:pStyle w:val="ListParagraph"/>
              <w:ind w:left="0"/>
            </w:pPr>
            <w:r>
              <w:t>OUTSIDE NUCLEUS</w:t>
            </w:r>
          </w:p>
        </w:tc>
        <w:tc>
          <w:tcPr>
            <w:tcW w:w="2338" w:type="dxa"/>
          </w:tcPr>
          <w:p w14:paraId="0BD29B34" w14:textId="77777777" w:rsidR="00120F13" w:rsidRDefault="00120F13" w:rsidP="00120F13">
            <w:pPr>
              <w:pStyle w:val="ListParagraph"/>
              <w:ind w:left="0"/>
            </w:pPr>
          </w:p>
          <w:p w14:paraId="51692ED7" w14:textId="64A6F0DB" w:rsidR="007D00DA" w:rsidRDefault="007D00DA" w:rsidP="00120F13">
            <w:pPr>
              <w:pStyle w:val="ListParagraph"/>
              <w:ind w:left="0"/>
            </w:pPr>
            <w:r>
              <w:t>~0 AMU (1/2000</w:t>
            </w:r>
            <w:r w:rsidRPr="007D00DA">
              <w:rPr>
                <w:vertAlign w:val="superscript"/>
              </w:rPr>
              <w:t>TH</w:t>
            </w:r>
            <w:r>
              <w:t xml:space="preserve"> OF A PROTON)</w:t>
            </w:r>
          </w:p>
        </w:tc>
        <w:tc>
          <w:tcPr>
            <w:tcW w:w="2338" w:type="dxa"/>
          </w:tcPr>
          <w:p w14:paraId="7372E73C" w14:textId="77777777" w:rsidR="00120F13" w:rsidRDefault="00120F13" w:rsidP="00120F13">
            <w:pPr>
              <w:pStyle w:val="ListParagraph"/>
              <w:ind w:left="0"/>
            </w:pPr>
          </w:p>
          <w:p w14:paraId="4B36C3AC" w14:textId="1A1DD54C" w:rsidR="007D00DA" w:rsidRDefault="007D00DA" w:rsidP="00120F13">
            <w:pPr>
              <w:pStyle w:val="ListParagraph"/>
              <w:ind w:left="0"/>
            </w:pPr>
            <w:r>
              <w:t>-1</w:t>
            </w:r>
          </w:p>
        </w:tc>
      </w:tr>
    </w:tbl>
    <w:p w14:paraId="2F55A01D" w14:textId="77777777" w:rsidR="00120F13" w:rsidRDefault="00120F13" w:rsidP="00120F13">
      <w:pPr>
        <w:pStyle w:val="ListParagraph"/>
      </w:pPr>
    </w:p>
    <w:p w14:paraId="02EC57C6" w14:textId="78FEB4A0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The number of protons in one atom of an element determines the atom’s _</w:t>
      </w:r>
      <w:r w:rsidR="007D00DA">
        <w:t>ATOMIC NUMBER</w:t>
      </w:r>
      <w:r>
        <w:t>__________ _________________________, and the number of electrons determines the _________</w:t>
      </w:r>
      <w:r w:rsidR="007D00DA">
        <w:t>CHARGE</w:t>
      </w:r>
      <w:r>
        <w:t>__________ of the element.</w:t>
      </w:r>
    </w:p>
    <w:p w14:paraId="3FEFF53C" w14:textId="4C4145BA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The atomic number tells you the number of ___</w:t>
      </w:r>
      <w:r w:rsidR="007D00DA">
        <w:t>PROTONS</w:t>
      </w:r>
      <w:r>
        <w:t>___________________ in one atom of an element. It also tells you the number of _____</w:t>
      </w:r>
      <w:r w:rsidR="007D00DA">
        <w:t>ELECTRONS</w:t>
      </w:r>
      <w:r>
        <w:t>___________________ in a neutral atom of that element. The atomic number gives the “identity” of an element as well as its location on the periodic table.</w:t>
      </w:r>
    </w:p>
    <w:p w14:paraId="739FE260" w14:textId="0F03CA84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The _______</w:t>
      </w:r>
      <w:r w:rsidR="007D00DA">
        <w:t>ATOMIC MASS</w:t>
      </w:r>
      <w:r>
        <w:t>__________________________ of an element is the average mass of an element’s naturally occurring isotopes, taking into account the ___</w:t>
      </w:r>
      <w:r w:rsidR="007D00DA">
        <w:t xml:space="preserve">AMOUNT (RELATIVE </w:t>
      </w:r>
      <w:proofErr w:type="gramStart"/>
      <w:r w:rsidR="007D00DA">
        <w:t>ABUNDANCE)</w:t>
      </w:r>
      <w:r>
        <w:t>_</w:t>
      </w:r>
      <w:proofErr w:type="gramEnd"/>
      <w:r>
        <w:t>_______________ of each isotope.</w:t>
      </w:r>
    </w:p>
    <w:p w14:paraId="57BC7D14" w14:textId="17A5EFD6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The ____</w:t>
      </w:r>
      <w:r w:rsidR="007D00DA">
        <w:t>MASS NUMBER</w:t>
      </w:r>
      <w:r>
        <w:t>___________________ of an element is the total number of protons and neutrons in the ____</w:t>
      </w:r>
      <w:r w:rsidR="007D00DA">
        <w:t>NUCLEUS</w:t>
      </w:r>
      <w:r>
        <w:t>_________________ of an atom.</w:t>
      </w:r>
    </w:p>
    <w:p w14:paraId="75173A02" w14:textId="0B98BA34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The mass number is used to calculate the number of ___</w:t>
      </w:r>
      <w:r w:rsidR="007D00DA">
        <w:t>NEUTRONS</w:t>
      </w:r>
      <w:r>
        <w:t>____________________ in one atom of an element. In order to calculate the number of neutrons, you must subtract the ___</w:t>
      </w:r>
      <w:r w:rsidR="007D00DA">
        <w:t>PROTONS</w:t>
      </w:r>
      <w:r>
        <w:t>________________ from the __</w:t>
      </w:r>
      <w:r w:rsidR="007D00DA">
        <w:t>MASS NUMBER</w:t>
      </w:r>
      <w:r>
        <w:t>____________________.</w:t>
      </w:r>
    </w:p>
    <w:p w14:paraId="17196573" w14:textId="77777777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For each of the following elements, give the symbol and number of protons:</w:t>
      </w:r>
    </w:p>
    <w:p w14:paraId="4455B708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  <w:sectPr w:rsidR="00120F13" w:rsidSect="008F7AF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5B87F9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Lithium _________________</w:t>
      </w:r>
    </w:p>
    <w:p w14:paraId="7D7C1BAB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Iron _________________</w:t>
      </w:r>
    </w:p>
    <w:p w14:paraId="1D3E6283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Oxygen _________________</w:t>
      </w:r>
    </w:p>
    <w:p w14:paraId="7D560AEF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Krypton _________________</w:t>
      </w:r>
    </w:p>
    <w:p w14:paraId="68EE80BC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Bromine ________________</w:t>
      </w:r>
    </w:p>
    <w:p w14:paraId="20CDADB3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Copper _________________</w:t>
      </w:r>
    </w:p>
    <w:p w14:paraId="0D8D7A1B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Mercury ________________</w:t>
      </w:r>
    </w:p>
    <w:p w14:paraId="07921BA1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Helium _________________</w:t>
      </w:r>
    </w:p>
    <w:p w14:paraId="0B3A9D59" w14:textId="77777777" w:rsidR="00120F13" w:rsidRDefault="00120F13" w:rsidP="00120F13">
      <w:pPr>
        <w:pStyle w:val="ListParagraph"/>
        <w:spacing w:line="360" w:lineRule="auto"/>
        <w:sectPr w:rsidR="00120F13" w:rsidSect="008F7AF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2B3191A" w14:textId="77777777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List the symbol and number of electrons in a neutral atom of:</w:t>
      </w:r>
    </w:p>
    <w:p w14:paraId="0BD6D603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  <w:sectPr w:rsidR="00120F13" w:rsidSect="008F7A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BDCE337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Uranium ________________</w:t>
      </w:r>
    </w:p>
    <w:p w14:paraId="7405A2AC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Boron _________________</w:t>
      </w:r>
    </w:p>
    <w:p w14:paraId="173E9DB1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Chlorine ________________</w:t>
      </w:r>
    </w:p>
    <w:p w14:paraId="583456DB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Iodine _________________</w:t>
      </w:r>
    </w:p>
    <w:p w14:paraId="6AF4FB4E" w14:textId="7777777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Xenon _________________</w:t>
      </w:r>
    </w:p>
    <w:p w14:paraId="5359C0D1" w14:textId="77777777" w:rsidR="00120F13" w:rsidRDefault="00120F13" w:rsidP="00120F13">
      <w:pPr>
        <w:pStyle w:val="ListParagraph"/>
        <w:numPr>
          <w:ilvl w:val="0"/>
          <w:numId w:val="1"/>
        </w:numPr>
        <w:spacing w:line="360" w:lineRule="auto"/>
        <w:sectPr w:rsidR="00120F13" w:rsidSect="008F7AF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546F7E7" w14:textId="77777777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Name the element that has the following numbers of particles:</w:t>
      </w:r>
    </w:p>
    <w:p w14:paraId="7EA13AEC" w14:textId="7D2C23C5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26 electrons, 29 neutrons, 26 protons ____</w:t>
      </w:r>
      <w:r w:rsidR="007D00DA">
        <w:t>IRON</w:t>
      </w:r>
      <w:r>
        <w:t>________________________</w:t>
      </w:r>
    </w:p>
    <w:p w14:paraId="0A5E600E" w14:textId="21653654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53 protons, 74 neutrons ______</w:t>
      </w:r>
      <w:r w:rsidR="007D00DA">
        <w:t>IODINE</w:t>
      </w:r>
      <w:r>
        <w:t>______________________</w:t>
      </w:r>
    </w:p>
    <w:p w14:paraId="6197B75A" w14:textId="42E1EE6F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2 electrons (neutral atom) _____</w:t>
      </w:r>
      <w:r w:rsidR="007D00DA">
        <w:t>HELIUM</w:t>
      </w:r>
      <w:r>
        <w:t>_______________________</w:t>
      </w:r>
    </w:p>
    <w:p w14:paraId="1461CF5D" w14:textId="708501D2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20 protons ______</w:t>
      </w:r>
      <w:r w:rsidR="007D00DA">
        <w:t>CALCIUM</w:t>
      </w:r>
      <w:r>
        <w:t>______________________</w:t>
      </w:r>
    </w:p>
    <w:p w14:paraId="075CEA32" w14:textId="39A3CBE7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86 electrons, 125 neutrons, 82 protons _____</w:t>
      </w:r>
      <w:r w:rsidR="007D00DA">
        <w:t>LEAD</w:t>
      </w:r>
      <w:r>
        <w:t>_______________________</w:t>
      </w:r>
    </w:p>
    <w:p w14:paraId="1291379D" w14:textId="5BD22513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0 neutrons _____</w:t>
      </w:r>
      <w:r w:rsidR="007D00DA">
        <w:t>HYDROGEN</w:t>
      </w:r>
      <w:r>
        <w:t>_______________________</w:t>
      </w:r>
    </w:p>
    <w:p w14:paraId="680F4565" w14:textId="77777777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If you ONLY know the following information, can you ALWAYS identify which element it is?</w:t>
      </w:r>
    </w:p>
    <w:p w14:paraId="2CE618D9" w14:textId="27E520AC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Number of protons ______</w:t>
      </w:r>
      <w:r w:rsidR="007D00DA">
        <w:t>YES</w:t>
      </w:r>
      <w:r>
        <w:t>______________________</w:t>
      </w:r>
    </w:p>
    <w:p w14:paraId="1253F88E" w14:textId="1C232700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Number of neutrons ____</w:t>
      </w:r>
      <w:r w:rsidR="007D00DA">
        <w:t>NO</w:t>
      </w:r>
      <w:r>
        <w:t>________________________</w:t>
      </w:r>
    </w:p>
    <w:p w14:paraId="3A730A25" w14:textId="0B9BED8A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Number of electrons in a neutral atom _____</w:t>
      </w:r>
      <w:r w:rsidR="007D00DA">
        <w:t>YES</w:t>
      </w:r>
      <w:r>
        <w:t>_______________________</w:t>
      </w:r>
    </w:p>
    <w:p w14:paraId="6A590DDF" w14:textId="77F485FF" w:rsidR="00120F13" w:rsidRDefault="00120F13" w:rsidP="00120F13">
      <w:pPr>
        <w:pStyle w:val="ListParagraph"/>
        <w:numPr>
          <w:ilvl w:val="1"/>
          <w:numId w:val="1"/>
        </w:numPr>
        <w:spacing w:line="360" w:lineRule="auto"/>
      </w:pPr>
      <w:r>
        <w:t>Number of electrons ____</w:t>
      </w:r>
      <w:r w:rsidR="007D00DA">
        <w:t>NO</w:t>
      </w:r>
      <w:r>
        <w:t>________________________</w:t>
      </w:r>
    </w:p>
    <w:p w14:paraId="75761B72" w14:textId="77777777" w:rsidR="00120F13" w:rsidRDefault="00120F13" w:rsidP="00120F13">
      <w:pPr>
        <w:pStyle w:val="ListParagraph"/>
        <w:numPr>
          <w:ilvl w:val="0"/>
          <w:numId w:val="1"/>
        </w:numPr>
        <w:spacing w:line="360" w:lineRule="auto"/>
      </w:pPr>
      <w:r>
        <w:t>Complete the table below.</w:t>
      </w:r>
      <w:r w:rsidR="008F7AFE">
        <w:t xml:space="preserve"> All atoms are neutral.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05"/>
        <w:gridCol w:w="1493"/>
        <w:gridCol w:w="1657"/>
        <w:gridCol w:w="1438"/>
        <w:gridCol w:w="1438"/>
        <w:gridCol w:w="1439"/>
      </w:tblGrid>
      <w:tr w:rsidR="008F7AFE" w14:paraId="568A59D2" w14:textId="77777777" w:rsidTr="008F7AFE">
        <w:tc>
          <w:tcPr>
            <w:tcW w:w="2605" w:type="dxa"/>
          </w:tcPr>
          <w:p w14:paraId="4F07D2C8" w14:textId="77777777" w:rsidR="008F7AFE" w:rsidRPr="008F7AFE" w:rsidRDefault="008F7AFE" w:rsidP="008F7AFE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Name</w:t>
            </w:r>
          </w:p>
        </w:tc>
        <w:tc>
          <w:tcPr>
            <w:tcW w:w="1493" w:type="dxa"/>
          </w:tcPr>
          <w:p w14:paraId="7A2E31EC" w14:textId="77777777" w:rsidR="008F7AFE" w:rsidRPr="008F7AFE" w:rsidRDefault="008F7AFE" w:rsidP="008F7AFE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Symbol</w:t>
            </w:r>
          </w:p>
        </w:tc>
        <w:tc>
          <w:tcPr>
            <w:tcW w:w="1657" w:type="dxa"/>
          </w:tcPr>
          <w:p w14:paraId="593E20D2" w14:textId="77777777" w:rsidR="008F7AFE" w:rsidRPr="008F7AFE" w:rsidRDefault="008F7AFE" w:rsidP="008F7AFE">
            <w:pPr>
              <w:spacing w:line="360" w:lineRule="auto"/>
              <w:rPr>
                <w:b/>
              </w:rPr>
            </w:pPr>
            <w:r>
              <w:rPr>
                <w:b/>
              </w:rPr>
              <w:t>Mass N</w:t>
            </w:r>
            <w:r w:rsidRPr="008F7AFE">
              <w:rPr>
                <w:b/>
              </w:rPr>
              <w:t>umber</w:t>
            </w:r>
          </w:p>
        </w:tc>
        <w:tc>
          <w:tcPr>
            <w:tcW w:w="1438" w:type="dxa"/>
          </w:tcPr>
          <w:p w14:paraId="3F7DFC52" w14:textId="77777777" w:rsidR="008F7AFE" w:rsidRPr="008F7AFE" w:rsidRDefault="008F7AFE" w:rsidP="008F7AFE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# Protons</w:t>
            </w:r>
          </w:p>
        </w:tc>
        <w:tc>
          <w:tcPr>
            <w:tcW w:w="1438" w:type="dxa"/>
          </w:tcPr>
          <w:p w14:paraId="5F459C12" w14:textId="77777777" w:rsidR="008F7AFE" w:rsidRPr="008F7AFE" w:rsidRDefault="008F7AFE" w:rsidP="008F7AFE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# Neutrons</w:t>
            </w:r>
          </w:p>
        </w:tc>
        <w:tc>
          <w:tcPr>
            <w:tcW w:w="1439" w:type="dxa"/>
          </w:tcPr>
          <w:p w14:paraId="0C8146EB" w14:textId="77777777" w:rsidR="008F7AFE" w:rsidRPr="008F7AFE" w:rsidRDefault="008F7AFE" w:rsidP="008F7AFE">
            <w:pPr>
              <w:spacing w:line="360" w:lineRule="auto"/>
              <w:rPr>
                <w:b/>
              </w:rPr>
            </w:pPr>
            <w:r w:rsidRPr="008F7AFE">
              <w:rPr>
                <w:b/>
              </w:rPr>
              <w:t># Electrons</w:t>
            </w:r>
          </w:p>
        </w:tc>
      </w:tr>
      <w:tr w:rsidR="008F7AFE" w14:paraId="22003636" w14:textId="77777777" w:rsidTr="008F7AFE">
        <w:tc>
          <w:tcPr>
            <w:tcW w:w="2605" w:type="dxa"/>
          </w:tcPr>
          <w:p w14:paraId="14A4ACD3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0C86E4D6" w14:textId="77777777" w:rsidR="008F7AFE" w:rsidRDefault="008F7AFE" w:rsidP="008F7AFE">
            <w:pPr>
              <w:spacing w:line="480" w:lineRule="auto"/>
            </w:pPr>
            <w:r>
              <w:t>Na</w:t>
            </w:r>
          </w:p>
        </w:tc>
        <w:tc>
          <w:tcPr>
            <w:tcW w:w="1657" w:type="dxa"/>
          </w:tcPr>
          <w:p w14:paraId="2E05927A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26D116A8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3E5EF7AF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5C50C772" w14:textId="77777777" w:rsidR="008F7AFE" w:rsidRDefault="008F7AFE" w:rsidP="008F7AFE">
            <w:pPr>
              <w:spacing w:line="480" w:lineRule="auto"/>
            </w:pPr>
          </w:p>
        </w:tc>
      </w:tr>
      <w:tr w:rsidR="008F7AFE" w14:paraId="70C16142" w14:textId="77777777" w:rsidTr="008F7AFE">
        <w:tc>
          <w:tcPr>
            <w:tcW w:w="2605" w:type="dxa"/>
          </w:tcPr>
          <w:p w14:paraId="7D2C6844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2BA8F0D1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0B2B3C00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14A976B6" w14:textId="77777777" w:rsidR="008F7AFE" w:rsidRDefault="008F7AFE" w:rsidP="008F7AFE">
            <w:pPr>
              <w:spacing w:line="480" w:lineRule="auto"/>
            </w:pPr>
            <w:r>
              <w:t>17</w:t>
            </w:r>
          </w:p>
        </w:tc>
        <w:tc>
          <w:tcPr>
            <w:tcW w:w="1438" w:type="dxa"/>
          </w:tcPr>
          <w:p w14:paraId="443BEC20" w14:textId="77777777" w:rsidR="008F7AFE" w:rsidRDefault="008F7AFE" w:rsidP="008F7AFE">
            <w:pPr>
              <w:spacing w:line="480" w:lineRule="auto"/>
            </w:pPr>
            <w:r>
              <w:t>18</w:t>
            </w:r>
          </w:p>
        </w:tc>
        <w:tc>
          <w:tcPr>
            <w:tcW w:w="1439" w:type="dxa"/>
          </w:tcPr>
          <w:p w14:paraId="49DE5074" w14:textId="77777777" w:rsidR="008F7AFE" w:rsidRDefault="008F7AFE" w:rsidP="008F7AFE">
            <w:pPr>
              <w:spacing w:line="480" w:lineRule="auto"/>
            </w:pPr>
          </w:p>
        </w:tc>
      </w:tr>
      <w:tr w:rsidR="008F7AFE" w14:paraId="488E6493" w14:textId="77777777" w:rsidTr="008F7AFE">
        <w:tc>
          <w:tcPr>
            <w:tcW w:w="2605" w:type="dxa"/>
          </w:tcPr>
          <w:p w14:paraId="45BD0920" w14:textId="77777777" w:rsidR="008F7AFE" w:rsidRDefault="008F7AFE" w:rsidP="008F7AFE">
            <w:pPr>
              <w:spacing w:line="480" w:lineRule="auto"/>
            </w:pPr>
            <w:r>
              <w:t>Manganese</w:t>
            </w:r>
          </w:p>
        </w:tc>
        <w:tc>
          <w:tcPr>
            <w:tcW w:w="1493" w:type="dxa"/>
          </w:tcPr>
          <w:p w14:paraId="0013FD0D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19DF88D5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2F911432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6BC087DD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54291EC6" w14:textId="77777777" w:rsidR="008F7AFE" w:rsidRDefault="008F7AFE" w:rsidP="008F7AFE">
            <w:pPr>
              <w:spacing w:line="480" w:lineRule="auto"/>
            </w:pPr>
          </w:p>
        </w:tc>
      </w:tr>
      <w:tr w:rsidR="008F7AFE" w14:paraId="0A80026A" w14:textId="77777777" w:rsidTr="008F7AFE">
        <w:tc>
          <w:tcPr>
            <w:tcW w:w="2605" w:type="dxa"/>
          </w:tcPr>
          <w:p w14:paraId="19B542A8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59CAE60B" w14:textId="77777777" w:rsidR="008F7AFE" w:rsidRDefault="008F7AFE" w:rsidP="008F7AFE">
            <w:pPr>
              <w:spacing w:line="480" w:lineRule="auto"/>
            </w:pPr>
            <w:r>
              <w:t>P</w:t>
            </w:r>
          </w:p>
        </w:tc>
        <w:tc>
          <w:tcPr>
            <w:tcW w:w="1657" w:type="dxa"/>
          </w:tcPr>
          <w:p w14:paraId="57E82AFB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00C5CA1C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3EE74F5E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4ADC8FA8" w14:textId="77777777" w:rsidR="008F7AFE" w:rsidRDefault="008F7AFE" w:rsidP="008F7AFE">
            <w:pPr>
              <w:spacing w:line="480" w:lineRule="auto"/>
            </w:pPr>
          </w:p>
        </w:tc>
      </w:tr>
      <w:tr w:rsidR="008F7AFE" w14:paraId="51F3A681" w14:textId="77777777" w:rsidTr="008F7AFE">
        <w:tc>
          <w:tcPr>
            <w:tcW w:w="2605" w:type="dxa"/>
          </w:tcPr>
          <w:p w14:paraId="6BE962F0" w14:textId="77777777" w:rsidR="008F7AFE" w:rsidRDefault="008F7AFE" w:rsidP="008F7AFE">
            <w:pPr>
              <w:spacing w:line="480" w:lineRule="auto"/>
            </w:pPr>
            <w:r>
              <w:t>Iron</w:t>
            </w:r>
          </w:p>
        </w:tc>
        <w:tc>
          <w:tcPr>
            <w:tcW w:w="1493" w:type="dxa"/>
          </w:tcPr>
          <w:p w14:paraId="7385877F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64AC0C25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375ACEC5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31BB218D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7302EAB9" w14:textId="77777777" w:rsidR="008F7AFE" w:rsidRDefault="008F7AFE" w:rsidP="008F7AFE">
            <w:pPr>
              <w:spacing w:line="480" w:lineRule="auto"/>
            </w:pPr>
            <w:r>
              <w:t>24</w:t>
            </w:r>
          </w:p>
        </w:tc>
      </w:tr>
      <w:tr w:rsidR="008F7AFE" w14:paraId="012E7E7A" w14:textId="77777777" w:rsidTr="008F7AFE">
        <w:tc>
          <w:tcPr>
            <w:tcW w:w="2605" w:type="dxa"/>
          </w:tcPr>
          <w:p w14:paraId="0B4780E7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5128CFD2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25B98415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590CD678" w14:textId="77777777" w:rsidR="008F7AFE" w:rsidRDefault="008F7AFE" w:rsidP="008F7AFE">
            <w:pPr>
              <w:spacing w:line="480" w:lineRule="auto"/>
            </w:pPr>
            <w:r>
              <w:t>53</w:t>
            </w:r>
          </w:p>
        </w:tc>
        <w:tc>
          <w:tcPr>
            <w:tcW w:w="1438" w:type="dxa"/>
          </w:tcPr>
          <w:p w14:paraId="5C8CA650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1AD53A69" w14:textId="77777777" w:rsidR="008F7AFE" w:rsidRDefault="008F7AFE" w:rsidP="008F7AFE">
            <w:pPr>
              <w:spacing w:line="480" w:lineRule="auto"/>
            </w:pPr>
          </w:p>
        </w:tc>
      </w:tr>
      <w:tr w:rsidR="008F7AFE" w14:paraId="4610E806" w14:textId="77777777" w:rsidTr="008F7AFE">
        <w:tc>
          <w:tcPr>
            <w:tcW w:w="2605" w:type="dxa"/>
          </w:tcPr>
          <w:p w14:paraId="6FB6C7DD" w14:textId="77777777" w:rsidR="008F7AFE" w:rsidRDefault="008F7AFE" w:rsidP="008F7AFE">
            <w:pPr>
              <w:spacing w:line="480" w:lineRule="auto"/>
            </w:pPr>
            <w:r>
              <w:t>Silver</w:t>
            </w:r>
          </w:p>
        </w:tc>
        <w:tc>
          <w:tcPr>
            <w:tcW w:w="1493" w:type="dxa"/>
          </w:tcPr>
          <w:p w14:paraId="521E564E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70E1DECD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242D50F7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7987DC2F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6C16E9B6" w14:textId="77777777" w:rsidR="008F7AFE" w:rsidRDefault="008F7AFE" w:rsidP="008F7AFE">
            <w:pPr>
              <w:spacing w:line="480" w:lineRule="auto"/>
            </w:pPr>
          </w:p>
        </w:tc>
      </w:tr>
      <w:tr w:rsidR="008F7AFE" w14:paraId="3154D0AC" w14:textId="77777777" w:rsidTr="008F7AFE">
        <w:tc>
          <w:tcPr>
            <w:tcW w:w="2605" w:type="dxa"/>
          </w:tcPr>
          <w:p w14:paraId="11A2003B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0EEF86F1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1618852C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45B9B69C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009F5F69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7D1BDF5C" w14:textId="77777777" w:rsidR="008F7AFE" w:rsidRDefault="008F7AFE" w:rsidP="008F7AFE">
            <w:pPr>
              <w:spacing w:line="480" w:lineRule="auto"/>
            </w:pPr>
            <w:r>
              <w:t>53</w:t>
            </w:r>
          </w:p>
        </w:tc>
      </w:tr>
      <w:tr w:rsidR="008F7AFE" w14:paraId="5BE92851" w14:textId="77777777" w:rsidTr="008F7AFE">
        <w:tc>
          <w:tcPr>
            <w:tcW w:w="2605" w:type="dxa"/>
          </w:tcPr>
          <w:p w14:paraId="1DD62C6E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3C73388D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2B4D42BB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4E05BAAD" w14:textId="77777777" w:rsidR="008F7AFE" w:rsidRDefault="008F7AFE" w:rsidP="008F7AFE">
            <w:pPr>
              <w:spacing w:line="480" w:lineRule="auto"/>
            </w:pPr>
            <w:r>
              <w:t>29</w:t>
            </w:r>
          </w:p>
        </w:tc>
        <w:tc>
          <w:tcPr>
            <w:tcW w:w="1438" w:type="dxa"/>
          </w:tcPr>
          <w:p w14:paraId="4CD76845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7EC80EB5" w14:textId="77777777" w:rsidR="008F7AFE" w:rsidRDefault="008F7AFE" w:rsidP="008F7AFE">
            <w:pPr>
              <w:spacing w:line="480" w:lineRule="auto"/>
            </w:pPr>
          </w:p>
        </w:tc>
      </w:tr>
      <w:tr w:rsidR="008F7AFE" w14:paraId="312AE586" w14:textId="77777777" w:rsidTr="008F7AFE">
        <w:tc>
          <w:tcPr>
            <w:tcW w:w="2605" w:type="dxa"/>
          </w:tcPr>
          <w:p w14:paraId="1ABCA14A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51846302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5ED7165F" w14:textId="77777777" w:rsidR="008F7AFE" w:rsidRDefault="008F7AFE" w:rsidP="008F7AFE">
            <w:pPr>
              <w:spacing w:line="480" w:lineRule="auto"/>
            </w:pPr>
            <w:r>
              <w:t>24</w:t>
            </w:r>
          </w:p>
        </w:tc>
        <w:tc>
          <w:tcPr>
            <w:tcW w:w="1438" w:type="dxa"/>
          </w:tcPr>
          <w:p w14:paraId="7C8221C2" w14:textId="77777777" w:rsidR="008F7AFE" w:rsidRDefault="008F7AFE" w:rsidP="008F7AFE">
            <w:pPr>
              <w:spacing w:line="480" w:lineRule="auto"/>
            </w:pPr>
            <w:r>
              <w:t>12</w:t>
            </w:r>
          </w:p>
        </w:tc>
        <w:tc>
          <w:tcPr>
            <w:tcW w:w="1438" w:type="dxa"/>
          </w:tcPr>
          <w:p w14:paraId="27561B38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2D5F040B" w14:textId="77777777" w:rsidR="008F7AFE" w:rsidRDefault="008F7AFE" w:rsidP="008F7AFE">
            <w:pPr>
              <w:spacing w:line="480" w:lineRule="auto"/>
            </w:pPr>
          </w:p>
        </w:tc>
      </w:tr>
      <w:tr w:rsidR="008F7AFE" w14:paraId="574F83ED" w14:textId="77777777" w:rsidTr="008F7AFE">
        <w:tc>
          <w:tcPr>
            <w:tcW w:w="2605" w:type="dxa"/>
          </w:tcPr>
          <w:p w14:paraId="55B4231D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7AB3FCC7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65F5580D" w14:textId="77777777" w:rsidR="008F7AFE" w:rsidRDefault="008F7AFE" w:rsidP="008F7AFE">
            <w:pPr>
              <w:spacing w:line="480" w:lineRule="auto"/>
            </w:pPr>
            <w:r>
              <w:t>39</w:t>
            </w:r>
          </w:p>
        </w:tc>
        <w:tc>
          <w:tcPr>
            <w:tcW w:w="1438" w:type="dxa"/>
          </w:tcPr>
          <w:p w14:paraId="103FCB02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7A5BCEDC" w14:textId="77777777" w:rsidR="008F7AFE" w:rsidRDefault="008F7AFE" w:rsidP="008F7AFE">
            <w:pPr>
              <w:spacing w:line="480" w:lineRule="auto"/>
            </w:pPr>
            <w:r>
              <w:t>20</w:t>
            </w:r>
          </w:p>
        </w:tc>
        <w:tc>
          <w:tcPr>
            <w:tcW w:w="1439" w:type="dxa"/>
          </w:tcPr>
          <w:p w14:paraId="2F1BC489" w14:textId="77777777" w:rsidR="008F7AFE" w:rsidRDefault="008F7AFE" w:rsidP="008F7AFE">
            <w:pPr>
              <w:spacing w:line="480" w:lineRule="auto"/>
            </w:pPr>
          </w:p>
        </w:tc>
      </w:tr>
      <w:tr w:rsidR="008F7AFE" w14:paraId="2A34ED18" w14:textId="77777777" w:rsidTr="008F7AFE">
        <w:tc>
          <w:tcPr>
            <w:tcW w:w="2605" w:type="dxa"/>
          </w:tcPr>
          <w:p w14:paraId="2084F1DE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93" w:type="dxa"/>
          </w:tcPr>
          <w:p w14:paraId="273F922A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657" w:type="dxa"/>
          </w:tcPr>
          <w:p w14:paraId="4CD717CB" w14:textId="77777777" w:rsidR="008F7AFE" w:rsidRDefault="008F7AFE" w:rsidP="008F7AFE">
            <w:pPr>
              <w:spacing w:line="480" w:lineRule="auto"/>
            </w:pPr>
            <w:r>
              <w:t>238</w:t>
            </w:r>
          </w:p>
        </w:tc>
        <w:tc>
          <w:tcPr>
            <w:tcW w:w="1438" w:type="dxa"/>
          </w:tcPr>
          <w:p w14:paraId="72B8ABF9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8" w:type="dxa"/>
          </w:tcPr>
          <w:p w14:paraId="31AA5882" w14:textId="77777777" w:rsidR="008F7AFE" w:rsidRDefault="008F7AFE" w:rsidP="008F7AFE">
            <w:pPr>
              <w:spacing w:line="480" w:lineRule="auto"/>
            </w:pPr>
          </w:p>
        </w:tc>
        <w:tc>
          <w:tcPr>
            <w:tcW w:w="1439" w:type="dxa"/>
          </w:tcPr>
          <w:p w14:paraId="6F12402D" w14:textId="77777777" w:rsidR="008F7AFE" w:rsidRDefault="008F7AFE" w:rsidP="008F7AFE">
            <w:pPr>
              <w:spacing w:line="480" w:lineRule="auto"/>
            </w:pPr>
            <w:r>
              <w:t>92</w:t>
            </w:r>
          </w:p>
        </w:tc>
      </w:tr>
    </w:tbl>
    <w:p w14:paraId="4B78772D" w14:textId="77777777" w:rsidR="008F7AFE" w:rsidRDefault="008F7AFE" w:rsidP="008F7AFE">
      <w:pPr>
        <w:spacing w:line="360" w:lineRule="auto"/>
        <w:ind w:left="720"/>
      </w:pPr>
    </w:p>
    <w:sectPr w:rsidR="008F7AFE" w:rsidSect="008F7AF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457854"/>
    <w:multiLevelType w:val="hybridMultilevel"/>
    <w:tmpl w:val="19FC4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13"/>
    <w:rsid w:val="00027BA1"/>
    <w:rsid w:val="00053D6C"/>
    <w:rsid w:val="000B2D52"/>
    <w:rsid w:val="000E2212"/>
    <w:rsid w:val="00120F13"/>
    <w:rsid w:val="00302193"/>
    <w:rsid w:val="00315846"/>
    <w:rsid w:val="003914E3"/>
    <w:rsid w:val="00404CD0"/>
    <w:rsid w:val="006F65BD"/>
    <w:rsid w:val="007D00DA"/>
    <w:rsid w:val="008544C1"/>
    <w:rsid w:val="008D248E"/>
    <w:rsid w:val="008F7AFE"/>
    <w:rsid w:val="00B21C4F"/>
    <w:rsid w:val="00B7196B"/>
    <w:rsid w:val="00D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C10B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F13"/>
    <w:pPr>
      <w:ind w:left="720"/>
      <w:contextualSpacing/>
    </w:pPr>
  </w:style>
  <w:style w:type="table" w:styleId="TableGrid">
    <w:name w:val="Table Grid"/>
    <w:basedOn w:val="TableNormal"/>
    <w:uiPriority w:val="39"/>
    <w:rsid w:val="00120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9</TotalTime>
  <Pages>5</Pages>
  <Words>818</Words>
  <Characters>4664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7</cp:revision>
  <dcterms:created xsi:type="dcterms:W3CDTF">2017-09-11T13:31:00Z</dcterms:created>
  <dcterms:modified xsi:type="dcterms:W3CDTF">2017-09-11T21:02:00Z</dcterms:modified>
</cp:coreProperties>
</file>